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995BB-E30E-4E5F-8ACE-EF1BE99720F8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